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56" w:rsidRDefault="00864656" w:rsidP="00707BE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</w:t>
      </w:r>
      <w:r w:rsidRPr="00BD17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дифференцированному </w:t>
      </w:r>
      <w:r w:rsidRPr="00BD179A">
        <w:rPr>
          <w:rFonts w:ascii="Times New Roman" w:hAnsi="Times New Roman" w:cs="Times New Roman"/>
          <w:sz w:val="28"/>
          <w:szCs w:val="28"/>
        </w:rPr>
        <w:t>зачету</w:t>
      </w:r>
      <w:r>
        <w:rPr>
          <w:rFonts w:ascii="Times New Roman" w:hAnsi="Times New Roman" w:cs="Times New Roman"/>
          <w:sz w:val="28"/>
          <w:szCs w:val="28"/>
        </w:rPr>
        <w:t xml:space="preserve"> по дисциплине </w:t>
      </w:r>
    </w:p>
    <w:p w:rsidR="00864656" w:rsidRDefault="00864656" w:rsidP="00707B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7BE1">
        <w:rPr>
          <w:rFonts w:ascii="Times New Roman" w:hAnsi="Times New Roman" w:cs="Times New Roman"/>
          <w:b/>
          <w:bCs/>
          <w:sz w:val="28"/>
          <w:szCs w:val="28"/>
        </w:rPr>
        <w:t xml:space="preserve">«Методология </w:t>
      </w:r>
      <w:r>
        <w:rPr>
          <w:rFonts w:ascii="Times New Roman" w:hAnsi="Times New Roman" w:cs="Times New Roman"/>
          <w:b/>
          <w:bCs/>
          <w:sz w:val="28"/>
          <w:szCs w:val="28"/>
        </w:rPr>
        <w:t>научных исследований в экономике»</w:t>
      </w:r>
    </w:p>
    <w:p w:rsidR="00864656" w:rsidRPr="00707BE1" w:rsidRDefault="00864656" w:rsidP="00707B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Понятие, сущность и классификация исследований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Объект и предмет исследования. Постановка проблемы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Место исследований в управленческой деятельности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Системный подход в исследовании. Система управления как предмет исследования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Понятие и составляющие методологии исследования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Гипотеза как элемент методологии исследования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Теория и практика в исследованиях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Концепция как элемент исследования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Формы мышления как баз</w:t>
      </w:r>
      <w:bookmarkStart w:id="0" w:name="_GoBack"/>
      <w:bookmarkEnd w:id="0"/>
      <w:r w:rsidRPr="00A24D97">
        <w:rPr>
          <w:rFonts w:ascii="Times New Roman" w:hAnsi="Times New Roman" w:cs="Times New Roman"/>
          <w:sz w:val="28"/>
          <w:szCs w:val="28"/>
        </w:rPr>
        <w:t>а формально-логических методов исследования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Логика как основа формально-логических методов исследования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Классификация как один из формально-логических методов исследования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Индукция и дедукция как формально-логические методы исследования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Классификация общенаучных методов исследования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Метод наблюдений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Метод экспериментирования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Интуитивный поиск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Полемика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Моделирование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Экстраполяция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Сущность, виды специфических методов исследования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Метод социологического исследования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Метод экспертных оценок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Метод тестирования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Метод SMART-анализа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Метод мозгового штурма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Метод синектики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Метод ДЕЛЬФИ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Метод «дерева целей»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Диверсификация в исследованиях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Планирование исследования в зависимости от области охвата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Программа и технология исследования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Виды работ, проводимые при исследовании управленческих ситуаций. Планирование исследований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Организация исследования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Понятие, цель и задачи диагностики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Требования к диагностике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Принципы построения и осуществления исследования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Фактология исследований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Оценка управленческих ситуаций при проведении исследований</w:t>
      </w:r>
    </w:p>
    <w:p w:rsidR="00864656" w:rsidRPr="00A24D97" w:rsidRDefault="00864656" w:rsidP="00A24D97">
      <w:pPr>
        <w:numPr>
          <w:ilvl w:val="0"/>
          <w:numId w:val="2"/>
        </w:numPr>
        <w:tabs>
          <w:tab w:val="clear" w:pos="1069"/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 w:cs="Times New Roman"/>
          <w:sz w:val="28"/>
          <w:szCs w:val="28"/>
        </w:rPr>
      </w:pPr>
      <w:r w:rsidRPr="00A24D97">
        <w:rPr>
          <w:rFonts w:ascii="Times New Roman" w:hAnsi="Times New Roman" w:cs="Times New Roman"/>
          <w:sz w:val="28"/>
          <w:szCs w:val="28"/>
        </w:rPr>
        <w:t>Критериальность в исследовании</w:t>
      </w:r>
    </w:p>
    <w:p w:rsidR="00864656" w:rsidRDefault="00864656" w:rsidP="00DC3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656" w:rsidRDefault="00864656" w:rsidP="00DC33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64656" w:rsidSect="00D7706E">
      <w:pgSz w:w="11906" w:h="16838"/>
      <w:pgMar w:top="851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34702"/>
    <w:multiLevelType w:val="hybridMultilevel"/>
    <w:tmpl w:val="B3C03A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4F7C15"/>
    <w:multiLevelType w:val="hybridMultilevel"/>
    <w:tmpl w:val="DE0858C4"/>
    <w:lvl w:ilvl="0" w:tplc="E560311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33D9"/>
    <w:rsid w:val="0008293C"/>
    <w:rsid w:val="000A3449"/>
    <w:rsid w:val="00113821"/>
    <w:rsid w:val="001322FF"/>
    <w:rsid w:val="00137C08"/>
    <w:rsid w:val="00176D73"/>
    <w:rsid w:val="001C45B2"/>
    <w:rsid w:val="001F485D"/>
    <w:rsid w:val="00276BC7"/>
    <w:rsid w:val="002913D7"/>
    <w:rsid w:val="003011F1"/>
    <w:rsid w:val="00371465"/>
    <w:rsid w:val="003E48AA"/>
    <w:rsid w:val="004759D5"/>
    <w:rsid w:val="004909DC"/>
    <w:rsid w:val="00500E94"/>
    <w:rsid w:val="00505B75"/>
    <w:rsid w:val="005328E9"/>
    <w:rsid w:val="005465DA"/>
    <w:rsid w:val="005552F7"/>
    <w:rsid w:val="005631FC"/>
    <w:rsid w:val="005C2826"/>
    <w:rsid w:val="00604728"/>
    <w:rsid w:val="006104C2"/>
    <w:rsid w:val="00613B77"/>
    <w:rsid w:val="00647BA2"/>
    <w:rsid w:val="00707BE1"/>
    <w:rsid w:val="00717523"/>
    <w:rsid w:val="00784D04"/>
    <w:rsid w:val="00832520"/>
    <w:rsid w:val="00864656"/>
    <w:rsid w:val="008E304D"/>
    <w:rsid w:val="0098607E"/>
    <w:rsid w:val="009D0700"/>
    <w:rsid w:val="00A24D97"/>
    <w:rsid w:val="00A3726D"/>
    <w:rsid w:val="00A515AF"/>
    <w:rsid w:val="00AB1128"/>
    <w:rsid w:val="00AE3DDF"/>
    <w:rsid w:val="00B02178"/>
    <w:rsid w:val="00B350E8"/>
    <w:rsid w:val="00BC6203"/>
    <w:rsid w:val="00BD179A"/>
    <w:rsid w:val="00C04158"/>
    <w:rsid w:val="00C16FE0"/>
    <w:rsid w:val="00C317D2"/>
    <w:rsid w:val="00D651B5"/>
    <w:rsid w:val="00D7706E"/>
    <w:rsid w:val="00DC33D9"/>
    <w:rsid w:val="00E2505A"/>
    <w:rsid w:val="00E86E6C"/>
    <w:rsid w:val="00E90C5F"/>
    <w:rsid w:val="00EA26DD"/>
    <w:rsid w:val="00F2547A"/>
    <w:rsid w:val="00F41AA3"/>
    <w:rsid w:val="00F50DA0"/>
    <w:rsid w:val="00FC7714"/>
    <w:rsid w:val="00FF4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3D9"/>
    <w:pPr>
      <w:spacing w:after="200" w:line="276" w:lineRule="auto"/>
    </w:pPr>
    <w:rPr>
      <w:rFonts w:eastAsia="Times New Roman"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1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17D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162</TotalTime>
  <Pages>1</Pages>
  <Words>235</Words>
  <Characters>1344</Characters>
  <Application>Microsoft Office Outlook</Application>
  <DocSecurity>0</DocSecurity>
  <Lines>0</Lines>
  <Paragraphs>0</Paragraphs>
  <ScaleCrop>false</ScaleCrop>
  <Company>Rgsu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Герасимова </dc:creator>
  <cp:keywords/>
  <dc:description/>
  <cp:lastModifiedBy>Ann</cp:lastModifiedBy>
  <cp:revision>16</cp:revision>
  <cp:lastPrinted>2018-09-21T06:54:00Z</cp:lastPrinted>
  <dcterms:created xsi:type="dcterms:W3CDTF">2015-12-07T07:12:00Z</dcterms:created>
  <dcterms:modified xsi:type="dcterms:W3CDTF">2019-03-31T13:47:00Z</dcterms:modified>
</cp:coreProperties>
</file>